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623"/>
        <w:gridCol w:w="2070"/>
        <w:gridCol w:w="1985"/>
        <w:gridCol w:w="4110"/>
        <w:gridCol w:w="142"/>
      </w:tblGrid>
      <w:tr w:rsidR="00CA0550" w:rsidTr="002C5D74">
        <w:trPr>
          <w:cantSplit/>
        </w:trPr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0550" w:rsidRDefault="00CA0550" w:rsidP="00000E83">
            <w:pPr>
              <w:rPr>
                <w:sz w:val="20"/>
                <w:szCs w:val="20"/>
              </w:rPr>
            </w:pPr>
          </w:p>
        </w:tc>
        <w:tc>
          <w:tcPr>
            <w:tcW w:w="4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0550" w:rsidRDefault="00CA0550" w:rsidP="00000E83">
            <w:pPr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A0550" w:rsidRDefault="00CA0550" w:rsidP="00000E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ПРИЛОЖЕНИЕ № 1</w:t>
            </w:r>
          </w:p>
        </w:tc>
      </w:tr>
      <w:tr w:rsidR="00CA0550" w:rsidTr="002C5D74">
        <w:trPr>
          <w:cantSplit/>
        </w:trPr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0550" w:rsidRDefault="00CA0550" w:rsidP="00000E83">
            <w:pPr>
              <w:rPr>
                <w:sz w:val="20"/>
                <w:szCs w:val="20"/>
              </w:rPr>
            </w:pPr>
          </w:p>
        </w:tc>
        <w:tc>
          <w:tcPr>
            <w:tcW w:w="4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0550" w:rsidRDefault="00CA0550" w:rsidP="00000E83">
            <w:pPr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A0550" w:rsidRDefault="00CA0550" w:rsidP="00000E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 решению Думы</w:t>
            </w:r>
          </w:p>
        </w:tc>
      </w:tr>
      <w:tr w:rsidR="00CA0550" w:rsidTr="002C5D74">
        <w:trPr>
          <w:cantSplit/>
        </w:trPr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0550" w:rsidRDefault="00CA0550" w:rsidP="00000E83">
            <w:pPr>
              <w:rPr>
                <w:sz w:val="20"/>
                <w:szCs w:val="20"/>
              </w:rPr>
            </w:pPr>
          </w:p>
        </w:tc>
        <w:tc>
          <w:tcPr>
            <w:tcW w:w="4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0550" w:rsidRDefault="00CA0550" w:rsidP="00000E83">
            <w:pPr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A0550" w:rsidRDefault="00CA0550" w:rsidP="002C5D74">
            <w:pPr>
              <w:jc w:val="center"/>
              <w:rPr>
                <w:szCs w:val="28"/>
              </w:rPr>
            </w:pPr>
            <w:r w:rsidRPr="00CA0550">
              <w:rPr>
                <w:szCs w:val="28"/>
              </w:rPr>
              <w:t xml:space="preserve">муниципального образования                                                   город-курорт Геленджик                                                            от </w:t>
            </w:r>
            <w:r w:rsidR="002C5D74">
              <w:rPr>
                <w:szCs w:val="28"/>
              </w:rPr>
              <w:t>25 сентября 2020 года</w:t>
            </w:r>
            <w:r w:rsidRPr="00CA0550">
              <w:rPr>
                <w:szCs w:val="28"/>
              </w:rPr>
              <w:t xml:space="preserve"> №</w:t>
            </w:r>
            <w:r w:rsidR="00E90D4C">
              <w:rPr>
                <w:szCs w:val="28"/>
              </w:rPr>
              <w:t xml:space="preserve"> </w:t>
            </w:r>
            <w:bookmarkStart w:id="0" w:name="_GoBack"/>
            <w:bookmarkEnd w:id="0"/>
            <w:r w:rsidR="002C5D74">
              <w:rPr>
                <w:szCs w:val="28"/>
              </w:rPr>
              <w:t>278</w:t>
            </w:r>
          </w:p>
        </w:tc>
      </w:tr>
      <w:tr w:rsidR="00CA0550" w:rsidTr="002C5D74">
        <w:trPr>
          <w:gridAfter w:val="1"/>
          <w:wAfter w:w="142" w:type="dxa"/>
          <w:cantSplit/>
        </w:trPr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0550" w:rsidRDefault="00CA0550" w:rsidP="00000E83">
            <w:pPr>
              <w:rPr>
                <w:sz w:val="20"/>
                <w:szCs w:val="20"/>
              </w:rPr>
            </w:pPr>
          </w:p>
        </w:tc>
        <w:tc>
          <w:tcPr>
            <w:tcW w:w="4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0550" w:rsidRDefault="00CA0550" w:rsidP="00000E83">
            <w:pPr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A0550" w:rsidRDefault="00CA0550" w:rsidP="00000E83">
            <w:pPr>
              <w:jc w:val="center"/>
              <w:rPr>
                <w:szCs w:val="28"/>
              </w:rPr>
            </w:pPr>
          </w:p>
        </w:tc>
      </w:tr>
      <w:tr w:rsidR="00CA0550" w:rsidTr="002C5D74">
        <w:trPr>
          <w:gridAfter w:val="1"/>
          <w:wAfter w:w="142" w:type="dxa"/>
          <w:cantSplit/>
        </w:trPr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0550" w:rsidRDefault="00CA0550" w:rsidP="00000E83">
            <w:pPr>
              <w:rPr>
                <w:sz w:val="20"/>
                <w:szCs w:val="20"/>
              </w:rPr>
            </w:pPr>
          </w:p>
        </w:tc>
        <w:tc>
          <w:tcPr>
            <w:tcW w:w="4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0550" w:rsidRDefault="00CA0550" w:rsidP="00000E83">
            <w:pPr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A0550" w:rsidRDefault="00CA0550" w:rsidP="00000E83">
            <w:pPr>
              <w:jc w:val="center"/>
              <w:rPr>
                <w:szCs w:val="28"/>
              </w:rPr>
            </w:pPr>
          </w:p>
        </w:tc>
      </w:tr>
      <w:tr w:rsidR="00191017" w:rsidTr="002C5D74">
        <w:trPr>
          <w:gridAfter w:val="1"/>
          <w:wAfter w:w="142" w:type="dxa"/>
          <w:cantSplit/>
        </w:trPr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017" w:rsidRDefault="00191017" w:rsidP="00000E83">
            <w:pPr>
              <w:rPr>
                <w:sz w:val="20"/>
                <w:szCs w:val="20"/>
              </w:rPr>
            </w:pPr>
          </w:p>
        </w:tc>
        <w:tc>
          <w:tcPr>
            <w:tcW w:w="4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017" w:rsidRDefault="00191017" w:rsidP="00000E83">
            <w:pPr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1017" w:rsidRDefault="00CA0550" w:rsidP="00000E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«</w:t>
            </w:r>
            <w:r w:rsidR="00191017">
              <w:rPr>
                <w:szCs w:val="28"/>
              </w:rPr>
              <w:t>ПРИЛОЖЕНИЕ № 1</w:t>
            </w:r>
          </w:p>
        </w:tc>
      </w:tr>
      <w:tr w:rsidR="00191017" w:rsidTr="002C5D74">
        <w:trPr>
          <w:gridAfter w:val="1"/>
          <w:wAfter w:w="142" w:type="dxa"/>
          <w:cantSplit/>
        </w:trPr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017" w:rsidRDefault="00191017" w:rsidP="00000E83">
            <w:pPr>
              <w:rPr>
                <w:sz w:val="20"/>
                <w:szCs w:val="20"/>
              </w:rPr>
            </w:pPr>
          </w:p>
        </w:tc>
        <w:tc>
          <w:tcPr>
            <w:tcW w:w="4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017" w:rsidRDefault="00191017" w:rsidP="00000E83">
            <w:pPr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017" w:rsidRDefault="00191017" w:rsidP="00000E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191017" w:rsidTr="002C5D74">
        <w:trPr>
          <w:gridAfter w:val="1"/>
          <w:wAfter w:w="142" w:type="dxa"/>
          <w:cantSplit/>
        </w:trPr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017" w:rsidRDefault="00191017" w:rsidP="00000E83">
            <w:pPr>
              <w:rPr>
                <w:sz w:val="20"/>
                <w:szCs w:val="20"/>
              </w:rPr>
            </w:pPr>
          </w:p>
        </w:tc>
        <w:tc>
          <w:tcPr>
            <w:tcW w:w="4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017" w:rsidRDefault="00191017" w:rsidP="00000E83">
            <w:pPr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0550" w:rsidRDefault="00191017" w:rsidP="00000E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УТВЕРЖДЕН                                                             решением Думы                                               муниципального образования                                                   город-курорт Геленджик </w:t>
            </w:r>
          </w:p>
          <w:p w:rsidR="00CA0550" w:rsidRDefault="00CA0550" w:rsidP="00000E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 20 декабря 2019 года №187</w:t>
            </w:r>
          </w:p>
          <w:p w:rsidR="00CA0550" w:rsidRDefault="00CA0550" w:rsidP="00000E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(в редакции решения Думы</w:t>
            </w:r>
          </w:p>
          <w:p w:rsidR="00CA0550" w:rsidRDefault="00CA0550" w:rsidP="00000E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  <w:p w:rsidR="00191017" w:rsidRDefault="00CA0550" w:rsidP="002C5D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город-курорт Геленджик </w:t>
            </w:r>
            <w:r w:rsidR="00191017">
              <w:rPr>
                <w:szCs w:val="28"/>
              </w:rPr>
              <w:t xml:space="preserve">                                                           от </w:t>
            </w:r>
            <w:r w:rsidR="002C5D74">
              <w:rPr>
                <w:szCs w:val="28"/>
              </w:rPr>
              <w:t xml:space="preserve">25 сентября 2020 года </w:t>
            </w:r>
            <w:r w:rsidR="00191017">
              <w:rPr>
                <w:szCs w:val="28"/>
              </w:rPr>
              <w:t xml:space="preserve">№ </w:t>
            </w:r>
            <w:r w:rsidR="002C5D74">
              <w:rPr>
                <w:szCs w:val="28"/>
              </w:rPr>
              <w:t>278</w:t>
            </w:r>
            <w:r>
              <w:rPr>
                <w:szCs w:val="28"/>
              </w:rPr>
              <w:t>)</w:t>
            </w:r>
          </w:p>
        </w:tc>
      </w:tr>
      <w:tr w:rsidR="00191017" w:rsidTr="002C5D74">
        <w:trPr>
          <w:gridAfter w:val="1"/>
          <w:wAfter w:w="142" w:type="dxa"/>
          <w:cantSplit/>
        </w:trPr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017" w:rsidRDefault="00191017" w:rsidP="00000E83">
            <w:pPr>
              <w:rPr>
                <w:sz w:val="20"/>
                <w:szCs w:val="20"/>
              </w:rPr>
            </w:pPr>
          </w:p>
        </w:tc>
        <w:tc>
          <w:tcPr>
            <w:tcW w:w="4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017" w:rsidRDefault="00191017" w:rsidP="00000E83">
            <w:pPr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017" w:rsidRDefault="00191017" w:rsidP="00000E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191017" w:rsidTr="002C5D74">
        <w:trPr>
          <w:gridAfter w:val="1"/>
          <w:wAfter w:w="142" w:type="dxa"/>
          <w:cantSplit/>
        </w:trPr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017" w:rsidRDefault="00191017" w:rsidP="00000E83">
            <w:pPr>
              <w:rPr>
                <w:sz w:val="20"/>
                <w:szCs w:val="20"/>
              </w:rPr>
            </w:pPr>
          </w:p>
        </w:tc>
        <w:tc>
          <w:tcPr>
            <w:tcW w:w="4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017" w:rsidRDefault="00191017" w:rsidP="00000E83">
            <w:pPr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017" w:rsidRDefault="00191017" w:rsidP="00000E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191017" w:rsidTr="002C5D74">
        <w:trPr>
          <w:gridAfter w:val="1"/>
          <w:wAfter w:w="142" w:type="dxa"/>
          <w:cantSplit/>
        </w:trPr>
        <w:tc>
          <w:tcPr>
            <w:tcW w:w="9639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191017" w:rsidRDefault="00191017" w:rsidP="00000E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ПЕРЕЧЕНЬ </w:t>
            </w:r>
            <w:r>
              <w:rPr>
                <w:szCs w:val="28"/>
              </w:rPr>
              <w:br/>
              <w:t>главных администраторов доходов, источников</w:t>
            </w:r>
            <w:r>
              <w:rPr>
                <w:szCs w:val="28"/>
              </w:rPr>
              <w:br/>
              <w:t>финансирования дефицита бюджета муниципального образования</w:t>
            </w:r>
            <w:r>
              <w:rPr>
                <w:szCs w:val="28"/>
              </w:rPr>
              <w:br/>
              <w:t xml:space="preserve">город-курорт Геленджик – органов местного самоуправления </w:t>
            </w:r>
            <w:r>
              <w:rPr>
                <w:szCs w:val="28"/>
              </w:rPr>
              <w:br/>
              <w:t>муниципального образования город-курорт Геленджик, закрепляемые</w:t>
            </w:r>
            <w:r>
              <w:rPr>
                <w:szCs w:val="28"/>
              </w:rPr>
              <w:br/>
              <w:t xml:space="preserve"> за ними виды (подвиды) доходов</w:t>
            </w:r>
          </w:p>
        </w:tc>
      </w:tr>
      <w:tr w:rsidR="00191017" w:rsidTr="002C5D74">
        <w:trPr>
          <w:gridAfter w:val="1"/>
          <w:wAfter w:w="142" w:type="dxa"/>
          <w:cantSplit/>
        </w:trPr>
        <w:tc>
          <w:tcPr>
            <w:tcW w:w="147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017" w:rsidRDefault="00191017" w:rsidP="00000E83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0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017" w:rsidRDefault="00191017" w:rsidP="00000E83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09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017" w:rsidRDefault="00191017" w:rsidP="00000E83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</w:tr>
      <w:tr w:rsidR="00191017" w:rsidRPr="00000E83" w:rsidTr="002C5D74">
        <w:trPr>
          <w:gridAfter w:val="1"/>
          <w:wAfter w:w="142" w:type="dxa"/>
          <w:cantSplit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902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Код бюджетной </w:t>
            </w:r>
          </w:p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классификации</w:t>
            </w:r>
          </w:p>
        </w:tc>
        <w:tc>
          <w:tcPr>
            <w:tcW w:w="60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50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Наименование главного администратора доходов </w:t>
            </w:r>
          </w:p>
          <w:p w:rsidR="00CA0550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и источников финансирования  дефицита местного </w:t>
            </w:r>
          </w:p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бюджета</w:t>
            </w:r>
          </w:p>
        </w:tc>
      </w:tr>
      <w:tr w:rsidR="00191017" w:rsidRPr="00000E83" w:rsidTr="002C5D74">
        <w:trPr>
          <w:gridAfter w:val="1"/>
          <w:wAfter w:w="142" w:type="dxa"/>
          <w:cantSplit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адми-нистратора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доходов и источников финансирования </w:t>
            </w:r>
          </w:p>
        </w:tc>
        <w:tc>
          <w:tcPr>
            <w:tcW w:w="60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017" w:rsidRPr="00000E83" w:rsidRDefault="00191017" w:rsidP="00000E83">
            <w:pPr>
              <w:rPr>
                <w:sz w:val="24"/>
                <w:szCs w:val="24"/>
              </w:rPr>
            </w:pPr>
          </w:p>
        </w:tc>
      </w:tr>
      <w:tr w:rsidR="00191017" w:rsidRPr="00000E83" w:rsidTr="002C5D74">
        <w:trPr>
          <w:gridAfter w:val="1"/>
          <w:wAfter w:w="142" w:type="dxa"/>
          <w:cantSplit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017" w:rsidRPr="00000E83" w:rsidRDefault="00191017" w:rsidP="00000E8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дефицита местного бюджета</w:t>
            </w:r>
          </w:p>
        </w:tc>
        <w:tc>
          <w:tcPr>
            <w:tcW w:w="609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017" w:rsidRPr="00000E83" w:rsidRDefault="00191017" w:rsidP="00000E83">
            <w:pPr>
              <w:rPr>
                <w:sz w:val="24"/>
                <w:szCs w:val="24"/>
              </w:rPr>
            </w:pPr>
          </w:p>
        </w:tc>
      </w:tr>
    </w:tbl>
    <w:p w:rsidR="00191017" w:rsidRPr="00CA0550" w:rsidRDefault="00191017">
      <w:pPr>
        <w:rPr>
          <w:sz w:val="2"/>
          <w:szCs w:val="2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6095"/>
      </w:tblGrid>
      <w:tr w:rsidR="00191017" w:rsidTr="007D79BF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017" w:rsidRDefault="00191017" w:rsidP="00000E83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017" w:rsidRDefault="00191017" w:rsidP="00000E83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017" w:rsidRDefault="00191017" w:rsidP="00000E83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</w:tr>
      <w:tr w:rsidR="00191017" w:rsidTr="007D79BF"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Администрация муниципального образования  город-курорт Геленджик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1 08 07173 01 0000 110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1 11 05034 04 0000 120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</w:t>
            </w:r>
            <w:r w:rsidRPr="00000E83">
              <w:rPr>
                <w:sz w:val="24"/>
                <w:szCs w:val="24"/>
              </w:rPr>
              <w:lastRenderedPageBreak/>
              <w:t>учреждений)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1 11 09044 04 0000 120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1 13 02064 04 0000 130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1 13 02994 04 0011 130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доходы от компенсации затрат бюджетов городских округов (возврат дебиторской задолженности прошлых лет по средствам федерального бюджета, зачисляемый в бюджеты городских округов)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1 13 02994 04 0021 130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доходы от компенсации затрат бюджетов городских округов (возврат дебиторской задолженности прошлых лет по средствам бюджета субъекта Российской Федерации, зачисляемый в бюджеты городских округов)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1 13 02994 04 0031 130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доходы от компенсации затрат бюджетов городских округов (возврат дебиторской задолженности прошлых лет, зачисляемый в бюджеты городских округов)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1 13 02994 04 0041 130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1 14 02042 04 0000 440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1 16 01053 01 0000 140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Админист</w:t>
            </w:r>
            <w:r w:rsidR="001F3D20">
              <w:rPr>
                <w:sz w:val="24"/>
                <w:szCs w:val="24"/>
              </w:rPr>
              <w:t>ративные штрафы, установленные г</w:t>
            </w:r>
            <w:r w:rsidRPr="00000E83">
              <w:rPr>
                <w:sz w:val="24"/>
                <w:szCs w:val="24"/>
              </w:rPr>
              <w:t>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1 16 01063 01 0000 140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Админист</w:t>
            </w:r>
            <w:r w:rsidR="001F3D20">
              <w:rPr>
                <w:sz w:val="24"/>
                <w:szCs w:val="24"/>
              </w:rPr>
              <w:t>ративные штрафы, установленные г</w:t>
            </w:r>
            <w:r w:rsidRPr="00000E83">
              <w:rPr>
                <w:sz w:val="24"/>
                <w:szCs w:val="24"/>
              </w:rPr>
              <w:t xml:space="preserve">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</w:t>
            </w:r>
            <w:r w:rsidRPr="00000E83">
              <w:rPr>
                <w:sz w:val="24"/>
                <w:szCs w:val="24"/>
              </w:rPr>
              <w:lastRenderedPageBreak/>
              <w:t>их прав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1 16 01073 01 0000 140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Админист</w:t>
            </w:r>
            <w:r w:rsidR="001F3D20">
              <w:rPr>
                <w:sz w:val="24"/>
                <w:szCs w:val="24"/>
              </w:rPr>
              <w:t>ративные штрафы, установленные г</w:t>
            </w:r>
            <w:r w:rsidRPr="00000E83">
              <w:rPr>
                <w:sz w:val="24"/>
                <w:szCs w:val="24"/>
              </w:rPr>
              <w:t>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1 16 01083 01 0000 140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Админист</w:t>
            </w:r>
            <w:r w:rsidR="001F3D20">
              <w:rPr>
                <w:sz w:val="24"/>
                <w:szCs w:val="24"/>
              </w:rPr>
              <w:t>ративные штрафы, установленные г</w:t>
            </w:r>
            <w:r w:rsidRPr="00000E83">
              <w:rPr>
                <w:sz w:val="24"/>
                <w:szCs w:val="24"/>
              </w:rPr>
              <w:t>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1 16 01093 01 0000 140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Админист</w:t>
            </w:r>
            <w:r w:rsidR="001F3D20">
              <w:rPr>
                <w:sz w:val="24"/>
                <w:szCs w:val="24"/>
              </w:rPr>
              <w:t>ративные штрафы, установленные г</w:t>
            </w:r>
            <w:r w:rsidRPr="00000E83">
              <w:rPr>
                <w:sz w:val="24"/>
                <w:szCs w:val="24"/>
              </w:rPr>
              <w:t>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1 16 01103 01 0000 140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Админист</w:t>
            </w:r>
            <w:r w:rsidR="001F3D20">
              <w:rPr>
                <w:sz w:val="24"/>
                <w:szCs w:val="24"/>
              </w:rPr>
              <w:t>ративные штрафы, установленные г</w:t>
            </w:r>
            <w:r w:rsidRPr="00000E83">
              <w:rPr>
                <w:sz w:val="24"/>
                <w:szCs w:val="24"/>
              </w:rPr>
              <w:t>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1 16 01113 01 0000 140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Админист</w:t>
            </w:r>
            <w:r w:rsidR="001F3D20">
              <w:rPr>
                <w:sz w:val="24"/>
                <w:szCs w:val="24"/>
              </w:rPr>
              <w:t>ративные штрафы, установленные г</w:t>
            </w:r>
            <w:r w:rsidRPr="00000E83">
              <w:rPr>
                <w:sz w:val="24"/>
                <w:szCs w:val="24"/>
              </w:rPr>
              <w:t>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1 16 01123 01 0000 140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Административные штрафы,</w:t>
            </w:r>
            <w:r w:rsidR="001F3D20">
              <w:rPr>
                <w:sz w:val="24"/>
                <w:szCs w:val="24"/>
              </w:rPr>
              <w:t xml:space="preserve"> установленные г</w:t>
            </w:r>
            <w:r w:rsidRPr="00000E83">
              <w:rPr>
                <w:sz w:val="24"/>
                <w:szCs w:val="24"/>
              </w:rPr>
              <w:t>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1 16 01133 01 0000 140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Админист</w:t>
            </w:r>
            <w:r w:rsidR="001F3D20">
              <w:rPr>
                <w:sz w:val="24"/>
                <w:szCs w:val="24"/>
              </w:rPr>
              <w:t>ративные штрафы, установленные г</w:t>
            </w:r>
            <w:r w:rsidRPr="00000E83">
              <w:rPr>
                <w:sz w:val="24"/>
                <w:szCs w:val="24"/>
              </w:rPr>
              <w:t>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1 16 01143 01 0000 140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Админист</w:t>
            </w:r>
            <w:r w:rsidR="001F3D20">
              <w:rPr>
                <w:sz w:val="24"/>
                <w:szCs w:val="24"/>
              </w:rPr>
              <w:t>ративные штрафы, установленные г</w:t>
            </w:r>
            <w:r w:rsidRPr="00000E83">
              <w:rPr>
                <w:sz w:val="24"/>
                <w:szCs w:val="24"/>
              </w:rPr>
              <w:t>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1 16 01153 01 0000 140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Админист</w:t>
            </w:r>
            <w:r w:rsidR="001F3D20">
              <w:rPr>
                <w:sz w:val="24"/>
                <w:szCs w:val="24"/>
              </w:rPr>
              <w:t>ративные штрафы, установленные г</w:t>
            </w:r>
            <w:r w:rsidRPr="00000E83">
              <w:rPr>
                <w:sz w:val="24"/>
                <w:szCs w:val="24"/>
              </w:rPr>
              <w:t>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1 16 01173 01 0000 140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Админист</w:t>
            </w:r>
            <w:r w:rsidR="001F3D20">
              <w:rPr>
                <w:sz w:val="24"/>
                <w:szCs w:val="24"/>
              </w:rPr>
              <w:t>ративные штрафы, установленные г</w:t>
            </w:r>
            <w:r w:rsidRPr="00000E83">
              <w:rPr>
                <w:sz w:val="24"/>
                <w:szCs w:val="24"/>
              </w:rPr>
              <w:t>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1 16 01193 01 0000 140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Админист</w:t>
            </w:r>
            <w:r w:rsidR="001F3D20">
              <w:rPr>
                <w:sz w:val="24"/>
                <w:szCs w:val="24"/>
              </w:rPr>
              <w:t>ративные штрафы, установленные г</w:t>
            </w:r>
            <w:r w:rsidRPr="00000E83">
              <w:rPr>
                <w:sz w:val="24"/>
                <w:szCs w:val="24"/>
              </w:rPr>
              <w:t>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1 16 01203 01 0000 140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Админист</w:t>
            </w:r>
            <w:r w:rsidR="001F3D20">
              <w:rPr>
                <w:sz w:val="24"/>
                <w:szCs w:val="24"/>
              </w:rPr>
              <w:t>ративные штрафы, установленные г</w:t>
            </w:r>
            <w:r w:rsidRPr="00000E83">
              <w:rPr>
                <w:sz w:val="24"/>
                <w:szCs w:val="24"/>
              </w:rPr>
              <w:t>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1 16 02010 02 0000 140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1 16 07010 04 0011 140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</w:t>
            </w:r>
            <w:r w:rsidRPr="00000E83">
              <w:rPr>
                <w:sz w:val="24"/>
                <w:szCs w:val="24"/>
              </w:rPr>
              <w:lastRenderedPageBreak/>
              <w:t>ным контрактом, заключенным муниципальным органом,  казенным учреждением городского округа (штраф)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1 16 07010 04 0021 140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 (неустойки)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1 16 07010 04 0031 140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 (пени)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1 16 07090 04 0000 140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1 16 10100 04 0000 140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1 17 01040 04 0000 180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1 17 05040 04 0000 180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2 02 20051 04 0000 150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Субсидии бюджетам городских округов на реализацию федеральных целевых программ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2 02 25497 04 0000 150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2 02 29999 04 0000 150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2 02 30024 04 0000 150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2 02 30027 04 0000 150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2 02 35055 04 0000 150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Субвенции бюджетам городских округов на возмещение </w:t>
            </w:r>
            <w:r w:rsidRPr="00000E83">
              <w:rPr>
                <w:sz w:val="24"/>
                <w:szCs w:val="24"/>
              </w:rPr>
              <w:lastRenderedPageBreak/>
              <w:t>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2 02 35120 04 0000 150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2 02 35469 04 0000 150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2 02 49999 04 0000 150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2 07 04050 04 0000 150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2 19 25020 04 0000 150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Возврат остатков субсидий на мероприятия подпрограммы "Обеспечение жильем молодых семей" федеральной </w:t>
            </w:r>
            <w:r w:rsidR="00193902">
              <w:rPr>
                <w:sz w:val="24"/>
                <w:szCs w:val="24"/>
              </w:rPr>
              <w:t xml:space="preserve">  </w:t>
            </w:r>
            <w:r w:rsidRPr="00000E83">
              <w:rPr>
                <w:sz w:val="24"/>
                <w:szCs w:val="24"/>
              </w:rPr>
              <w:t xml:space="preserve">целевой </w:t>
            </w:r>
            <w:r w:rsidR="00193902">
              <w:rPr>
                <w:sz w:val="24"/>
                <w:szCs w:val="24"/>
              </w:rPr>
              <w:t xml:space="preserve">  </w:t>
            </w:r>
            <w:r w:rsidRPr="00000E83">
              <w:rPr>
                <w:sz w:val="24"/>
                <w:szCs w:val="24"/>
              </w:rPr>
              <w:t xml:space="preserve">программы </w:t>
            </w:r>
            <w:r w:rsidR="00193902">
              <w:rPr>
                <w:sz w:val="24"/>
                <w:szCs w:val="24"/>
              </w:rPr>
              <w:t xml:space="preserve">  </w:t>
            </w:r>
            <w:r w:rsidRPr="00000E83">
              <w:rPr>
                <w:sz w:val="24"/>
                <w:szCs w:val="24"/>
              </w:rPr>
              <w:t xml:space="preserve">"Жилище" на </w:t>
            </w:r>
            <w:r w:rsidR="00193902">
              <w:rPr>
                <w:sz w:val="24"/>
                <w:szCs w:val="24"/>
              </w:rPr>
              <w:t xml:space="preserve"> </w:t>
            </w:r>
            <w:r w:rsidRPr="00000E83">
              <w:rPr>
                <w:sz w:val="24"/>
                <w:szCs w:val="24"/>
              </w:rPr>
              <w:t>2015-2020 годы из бюджетов городских округов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2 19 25064 04 0000 150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городских округов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2 19 60010 04 0000 150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191017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1017" w:rsidRPr="00000E83" w:rsidRDefault="00191017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017" w:rsidRPr="00000E83" w:rsidRDefault="00191017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00E83" w:rsidRPr="001D2148" w:rsidRDefault="00000E83" w:rsidP="00000E83">
            <w:pPr>
              <w:jc w:val="center"/>
              <w:rPr>
                <w:sz w:val="24"/>
                <w:szCs w:val="24"/>
              </w:rPr>
            </w:pPr>
            <w:r w:rsidRPr="001D2148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00E83" w:rsidRPr="001D2148" w:rsidRDefault="00000E83" w:rsidP="00000E83">
            <w:pPr>
              <w:jc w:val="center"/>
              <w:rPr>
                <w:sz w:val="24"/>
                <w:szCs w:val="24"/>
              </w:rPr>
            </w:pPr>
            <w:r w:rsidRPr="001D2148">
              <w:rPr>
                <w:sz w:val="24"/>
                <w:szCs w:val="24"/>
              </w:rPr>
              <w:t>01 02 00 00 04 0000 710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E83" w:rsidRPr="001D2148" w:rsidRDefault="00000E83" w:rsidP="00CA0550">
            <w:pPr>
              <w:jc w:val="both"/>
              <w:rPr>
                <w:sz w:val="24"/>
                <w:szCs w:val="24"/>
              </w:rPr>
            </w:pPr>
            <w:r w:rsidRPr="001D2148">
              <w:rPr>
                <w:sz w:val="24"/>
                <w:szCs w:val="24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00E83" w:rsidRPr="001D2148" w:rsidRDefault="00000E83" w:rsidP="00000E83">
            <w:pPr>
              <w:jc w:val="center"/>
              <w:rPr>
                <w:sz w:val="24"/>
                <w:szCs w:val="24"/>
              </w:rPr>
            </w:pPr>
            <w:r w:rsidRPr="001D2148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00E83" w:rsidRPr="001D2148" w:rsidRDefault="00000E83" w:rsidP="00000E83">
            <w:pPr>
              <w:jc w:val="center"/>
              <w:rPr>
                <w:sz w:val="24"/>
                <w:szCs w:val="24"/>
              </w:rPr>
            </w:pPr>
            <w:r w:rsidRPr="001D2148">
              <w:rPr>
                <w:sz w:val="24"/>
                <w:szCs w:val="24"/>
              </w:rPr>
              <w:t>01 02 00 00 04 0000 810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E83" w:rsidRPr="001D2148" w:rsidRDefault="00000E83" w:rsidP="00CA0550">
            <w:pPr>
              <w:jc w:val="both"/>
              <w:rPr>
                <w:sz w:val="24"/>
                <w:szCs w:val="24"/>
              </w:rPr>
            </w:pPr>
            <w:r w:rsidRPr="001D2148">
              <w:rPr>
                <w:sz w:val="24"/>
                <w:szCs w:val="24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00E83" w:rsidRPr="001D2148" w:rsidRDefault="00000E83" w:rsidP="00000E83">
            <w:pPr>
              <w:jc w:val="center"/>
              <w:rPr>
                <w:sz w:val="24"/>
                <w:szCs w:val="24"/>
              </w:rPr>
            </w:pPr>
            <w:r w:rsidRPr="001D2148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00E83" w:rsidRPr="001D2148" w:rsidRDefault="00000E83" w:rsidP="00000E83">
            <w:pPr>
              <w:jc w:val="center"/>
              <w:rPr>
                <w:sz w:val="24"/>
                <w:szCs w:val="24"/>
              </w:rPr>
            </w:pPr>
            <w:r w:rsidRPr="001D2148">
              <w:rPr>
                <w:sz w:val="24"/>
                <w:szCs w:val="24"/>
              </w:rPr>
              <w:t>01 03 01 00 04 0000 710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E83" w:rsidRPr="001D2148" w:rsidRDefault="00000E83" w:rsidP="00CA0550">
            <w:pPr>
              <w:jc w:val="both"/>
              <w:rPr>
                <w:sz w:val="24"/>
                <w:szCs w:val="24"/>
              </w:rPr>
            </w:pPr>
            <w:r w:rsidRPr="001D2148">
              <w:rPr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00E83" w:rsidRPr="001D2148" w:rsidRDefault="00000E83" w:rsidP="00000E83">
            <w:pPr>
              <w:jc w:val="center"/>
              <w:rPr>
                <w:sz w:val="24"/>
                <w:szCs w:val="24"/>
              </w:rPr>
            </w:pPr>
            <w:r w:rsidRPr="001D2148">
              <w:rPr>
                <w:sz w:val="24"/>
                <w:szCs w:val="24"/>
              </w:rPr>
              <w:t>902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00E83" w:rsidRPr="001D2148" w:rsidRDefault="00000E83" w:rsidP="00000E83">
            <w:pPr>
              <w:jc w:val="center"/>
              <w:rPr>
                <w:sz w:val="24"/>
                <w:szCs w:val="24"/>
              </w:rPr>
            </w:pPr>
            <w:r w:rsidRPr="001D2148">
              <w:rPr>
                <w:sz w:val="24"/>
                <w:szCs w:val="24"/>
              </w:rPr>
              <w:t>01 03 01 00 04 0000 810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E83" w:rsidRPr="001D2148" w:rsidRDefault="00000E83" w:rsidP="00CA0550">
            <w:pPr>
              <w:jc w:val="both"/>
              <w:rPr>
                <w:sz w:val="24"/>
                <w:szCs w:val="24"/>
              </w:rPr>
            </w:pPr>
            <w:r w:rsidRPr="001D2148">
              <w:rPr>
                <w:sz w:val="24"/>
                <w:szCs w:val="24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Финансовое управление администрации муниципального образования город-курорт Геленджик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lastRenderedPageBreak/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1 13 02994 04 0031 130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доходы от компенсации затрат бюджетов городских округов</w:t>
            </w:r>
            <w:r w:rsidR="00CA0550">
              <w:rPr>
                <w:sz w:val="24"/>
                <w:szCs w:val="24"/>
              </w:rPr>
              <w:t xml:space="preserve"> </w:t>
            </w:r>
            <w:r w:rsidRPr="00000E83">
              <w:rPr>
                <w:sz w:val="24"/>
                <w:szCs w:val="24"/>
              </w:rPr>
              <w:t>(возврат дебиторской задолженности прошлых лет, зачисляемый в бюджеты городских округов)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1 16 01074 01 0000 140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Админист</w:t>
            </w:r>
            <w:r w:rsidR="001F3D20">
              <w:rPr>
                <w:sz w:val="24"/>
                <w:szCs w:val="24"/>
              </w:rPr>
              <w:t>ративные штрафы, установленные г</w:t>
            </w:r>
            <w:r w:rsidRPr="00000E83">
              <w:rPr>
                <w:sz w:val="24"/>
                <w:szCs w:val="24"/>
              </w:rPr>
              <w:t>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1 16 01094 01 0000 140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Админист</w:t>
            </w:r>
            <w:r w:rsidR="001F3D20">
              <w:rPr>
                <w:sz w:val="24"/>
                <w:szCs w:val="24"/>
              </w:rPr>
              <w:t>ративные штрафы, установленные г</w:t>
            </w:r>
            <w:r w:rsidRPr="00000E83">
              <w:rPr>
                <w:sz w:val="24"/>
                <w:szCs w:val="24"/>
              </w:rPr>
              <w:t>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выявленные должностными лицами органов муниципального контроля</w:t>
            </w:r>
          </w:p>
        </w:tc>
      </w:tr>
      <w:tr w:rsidR="002145C2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C2" w:rsidRDefault="002145C2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C2" w:rsidRPr="002145C2" w:rsidRDefault="002145C2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C2" w:rsidRPr="002145C2" w:rsidRDefault="002145C2" w:rsidP="00CA0550">
            <w:pPr>
              <w:jc w:val="both"/>
              <w:rPr>
                <w:sz w:val="24"/>
                <w:szCs w:val="24"/>
              </w:rPr>
            </w:pPr>
          </w:p>
        </w:tc>
      </w:tr>
      <w:tr w:rsidR="002145C2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C2" w:rsidRPr="00000E83" w:rsidRDefault="002145C2" w:rsidP="00000E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C2" w:rsidRPr="002145C2" w:rsidRDefault="002145C2" w:rsidP="00000E83">
            <w:pPr>
              <w:jc w:val="center"/>
              <w:rPr>
                <w:sz w:val="24"/>
                <w:szCs w:val="24"/>
              </w:rPr>
            </w:pPr>
            <w:r w:rsidRPr="002145C2">
              <w:rPr>
                <w:sz w:val="24"/>
                <w:szCs w:val="24"/>
              </w:rPr>
              <w:t>1 16 01154 01 0000 140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C2" w:rsidRPr="002145C2" w:rsidRDefault="002145C2" w:rsidP="00CA0550">
            <w:pPr>
              <w:jc w:val="both"/>
              <w:rPr>
                <w:sz w:val="24"/>
                <w:szCs w:val="24"/>
              </w:rPr>
            </w:pPr>
            <w:r w:rsidRPr="002145C2">
              <w:rPr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1 16 01194 01 0000 140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Админист</w:t>
            </w:r>
            <w:r w:rsidR="001F3D20">
              <w:rPr>
                <w:sz w:val="24"/>
                <w:szCs w:val="24"/>
              </w:rPr>
              <w:t>ративные штрафы, установленные г</w:t>
            </w:r>
            <w:r w:rsidRPr="00000E83">
              <w:rPr>
                <w:sz w:val="24"/>
                <w:szCs w:val="24"/>
              </w:rPr>
              <w:t>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1 16 07010 04 0011 140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 (штраф)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1 16 07010 04 0021 140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 (неустойка)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1 16 07010 04 0031 140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 (пени)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1 16 07090 04 0000 140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1 16 10100 04 0000 140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1 17 01040 04 0000 180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2 02 15001 04 0000 150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2 02 15002 04 0000 150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2 02 19999 04 0000 150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дотации бюджетам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2 02 29999 04 0000 150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2 02 49999 04 0000 150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2 08 04000 04 0000 150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2 19 60010 04 0000 150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01 05 02 01 04 0000 510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905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01 05 02 01 04 0000 610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Контрольно-счетная палата муниципального образования город-курорт Геленджик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lastRenderedPageBreak/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4A3452" w:rsidP="00000E83">
            <w:pPr>
              <w:jc w:val="center"/>
              <w:rPr>
                <w:sz w:val="24"/>
                <w:szCs w:val="24"/>
              </w:rPr>
            </w:pPr>
            <w:r w:rsidRPr="004A3452">
              <w:rPr>
                <w:sz w:val="24"/>
                <w:szCs w:val="24"/>
              </w:rPr>
              <w:t>1 16 01154 01 0000 140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4A3452" w:rsidP="00CA0550">
            <w:pPr>
              <w:jc w:val="both"/>
              <w:rPr>
                <w:sz w:val="24"/>
                <w:szCs w:val="24"/>
              </w:rPr>
            </w:pPr>
            <w:r w:rsidRPr="004A3452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дминистративные штрафы, установ</w:t>
            </w:r>
            <w:r w:rsidRPr="004A3452">
              <w:rPr>
                <w:sz w:val="24"/>
                <w:szCs w:val="24"/>
              </w:rPr>
              <w:t>ленные главой 15 Кодекса Российской Фе</w:t>
            </w:r>
            <w:r>
              <w:rPr>
                <w:sz w:val="24"/>
                <w:szCs w:val="24"/>
              </w:rPr>
              <w:t>дерации об административных пра</w:t>
            </w:r>
            <w:r w:rsidRPr="004A3452">
              <w:rPr>
                <w:sz w:val="24"/>
                <w:szCs w:val="24"/>
              </w:rPr>
              <w:t>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4A3452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3452" w:rsidRPr="00000E83" w:rsidRDefault="004A3452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3452" w:rsidRPr="00000E83" w:rsidRDefault="004A3452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452" w:rsidRPr="00000E83" w:rsidRDefault="004A3452" w:rsidP="00CA0550">
            <w:pPr>
              <w:jc w:val="both"/>
              <w:rPr>
                <w:sz w:val="24"/>
                <w:szCs w:val="24"/>
              </w:rPr>
            </w:pPr>
          </w:p>
        </w:tc>
      </w:tr>
      <w:tr w:rsidR="004A3452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3452" w:rsidRPr="00000E83" w:rsidRDefault="004A3452" w:rsidP="00000E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3452" w:rsidRPr="00000E83" w:rsidRDefault="004A3452" w:rsidP="00000E83">
            <w:pPr>
              <w:jc w:val="center"/>
              <w:rPr>
                <w:sz w:val="24"/>
                <w:szCs w:val="24"/>
              </w:rPr>
            </w:pPr>
            <w:r w:rsidRPr="004A3452">
              <w:rPr>
                <w:sz w:val="24"/>
                <w:szCs w:val="24"/>
              </w:rPr>
              <w:t>1 16 01194 01 0000 140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452" w:rsidRPr="00000E83" w:rsidRDefault="004A3452" w:rsidP="00CA0550">
            <w:pPr>
              <w:jc w:val="both"/>
              <w:rPr>
                <w:sz w:val="24"/>
                <w:szCs w:val="24"/>
              </w:rPr>
            </w:pPr>
            <w:r w:rsidRPr="004A3452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дминистративные штрафы, установ</w:t>
            </w:r>
            <w:r w:rsidRPr="004A3452">
              <w:rPr>
                <w:sz w:val="24"/>
                <w:szCs w:val="24"/>
              </w:rPr>
              <w:t>ленные главой 19 Кодекса Российской Фе</w:t>
            </w:r>
            <w:r>
              <w:rPr>
                <w:sz w:val="24"/>
                <w:szCs w:val="24"/>
              </w:rPr>
              <w:t>дерации об административных пра</w:t>
            </w:r>
            <w:r w:rsidRPr="004A3452">
              <w:rPr>
                <w:sz w:val="24"/>
                <w:szCs w:val="24"/>
              </w:rPr>
              <w:t>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4A3452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3452" w:rsidRPr="00000E83" w:rsidRDefault="004A3452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3452" w:rsidRPr="00000E83" w:rsidRDefault="004A3452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452" w:rsidRPr="00000E83" w:rsidRDefault="004A3452" w:rsidP="00CA0550">
            <w:pPr>
              <w:jc w:val="both"/>
              <w:rPr>
                <w:sz w:val="24"/>
                <w:szCs w:val="24"/>
              </w:rPr>
            </w:pPr>
          </w:p>
        </w:tc>
      </w:tr>
      <w:tr w:rsidR="004A3452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3452" w:rsidRPr="00000E83" w:rsidRDefault="004A3452" w:rsidP="00000E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3452" w:rsidRPr="00000E83" w:rsidRDefault="004A3452" w:rsidP="00000E83">
            <w:pPr>
              <w:jc w:val="center"/>
              <w:rPr>
                <w:sz w:val="24"/>
                <w:szCs w:val="24"/>
              </w:rPr>
            </w:pPr>
            <w:r w:rsidRPr="004A3452">
              <w:rPr>
                <w:sz w:val="24"/>
                <w:szCs w:val="24"/>
              </w:rPr>
              <w:t>1 16 07010 04 0011 140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452" w:rsidRPr="00000E83" w:rsidRDefault="004A3452" w:rsidP="00CA0550">
            <w:pPr>
              <w:jc w:val="both"/>
              <w:rPr>
                <w:sz w:val="24"/>
                <w:szCs w:val="24"/>
              </w:rPr>
            </w:pPr>
            <w:r w:rsidRPr="004A3452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</w:t>
            </w:r>
            <w:r>
              <w:rPr>
                <w:sz w:val="24"/>
                <w:szCs w:val="24"/>
              </w:rPr>
              <w:t>ным контрактом, заклю</w:t>
            </w:r>
            <w:r w:rsidRPr="004A3452">
              <w:rPr>
                <w:sz w:val="24"/>
                <w:szCs w:val="24"/>
              </w:rPr>
              <w:t>ченным муниципальным органом,  казенным учреждением городского округа (штраф)</w:t>
            </w:r>
          </w:p>
        </w:tc>
      </w:tr>
      <w:tr w:rsidR="004A3452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3452" w:rsidRPr="00000E83" w:rsidRDefault="004A3452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3452" w:rsidRPr="00000E83" w:rsidRDefault="004A3452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452" w:rsidRPr="00000E83" w:rsidRDefault="004A3452" w:rsidP="00CA0550">
            <w:pPr>
              <w:jc w:val="both"/>
              <w:rPr>
                <w:sz w:val="24"/>
                <w:szCs w:val="24"/>
              </w:rPr>
            </w:pPr>
          </w:p>
        </w:tc>
      </w:tr>
      <w:tr w:rsidR="004A3452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3452" w:rsidRPr="00000E83" w:rsidRDefault="004A3452" w:rsidP="00000E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3452" w:rsidRPr="00000E83" w:rsidRDefault="004A3452" w:rsidP="00000E83">
            <w:pPr>
              <w:jc w:val="center"/>
              <w:rPr>
                <w:sz w:val="24"/>
                <w:szCs w:val="24"/>
              </w:rPr>
            </w:pPr>
            <w:r w:rsidRPr="004A3452">
              <w:rPr>
                <w:sz w:val="24"/>
                <w:szCs w:val="24"/>
              </w:rPr>
              <w:t>1 16 07010 04 0021 140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452" w:rsidRPr="00000E83" w:rsidRDefault="004A3452" w:rsidP="00CA0550">
            <w:pPr>
              <w:jc w:val="both"/>
              <w:rPr>
                <w:sz w:val="24"/>
                <w:szCs w:val="24"/>
              </w:rPr>
            </w:pPr>
            <w:r w:rsidRPr="004A3452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</w:t>
            </w:r>
            <w:r>
              <w:rPr>
                <w:sz w:val="24"/>
                <w:szCs w:val="24"/>
              </w:rPr>
              <w:t>ным контрактом, заклю</w:t>
            </w:r>
            <w:r w:rsidRPr="004A3452">
              <w:rPr>
                <w:sz w:val="24"/>
                <w:szCs w:val="24"/>
              </w:rPr>
              <w:t>ченным муниципальным органом,  казенным учреждением городского округа (неустойка)</w:t>
            </w:r>
          </w:p>
        </w:tc>
      </w:tr>
      <w:tr w:rsidR="004A3452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3452" w:rsidRPr="00000E83" w:rsidRDefault="004A3452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3452" w:rsidRPr="00000E83" w:rsidRDefault="004A3452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452" w:rsidRPr="00000E83" w:rsidRDefault="004A3452" w:rsidP="00CA0550">
            <w:pPr>
              <w:jc w:val="both"/>
              <w:rPr>
                <w:sz w:val="24"/>
                <w:szCs w:val="24"/>
              </w:rPr>
            </w:pPr>
          </w:p>
        </w:tc>
      </w:tr>
      <w:tr w:rsidR="004A3452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3452" w:rsidRPr="00000E83" w:rsidRDefault="004A3452" w:rsidP="00000E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3452" w:rsidRPr="00000E83" w:rsidRDefault="004A3452" w:rsidP="00000E83">
            <w:pPr>
              <w:jc w:val="center"/>
              <w:rPr>
                <w:sz w:val="24"/>
                <w:szCs w:val="24"/>
              </w:rPr>
            </w:pPr>
            <w:r w:rsidRPr="004A3452">
              <w:rPr>
                <w:sz w:val="24"/>
                <w:szCs w:val="24"/>
              </w:rPr>
              <w:t>1 16 07010 04 0031 140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452" w:rsidRPr="00000E83" w:rsidRDefault="004A3452" w:rsidP="00CA0550">
            <w:pPr>
              <w:jc w:val="both"/>
              <w:rPr>
                <w:sz w:val="24"/>
                <w:szCs w:val="24"/>
              </w:rPr>
            </w:pPr>
            <w:r w:rsidRPr="004A3452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</w:t>
            </w:r>
            <w:r>
              <w:rPr>
                <w:sz w:val="24"/>
                <w:szCs w:val="24"/>
              </w:rPr>
              <w:t>ным контрактом, заклю</w:t>
            </w:r>
            <w:r w:rsidRPr="004A3452">
              <w:rPr>
                <w:sz w:val="24"/>
                <w:szCs w:val="24"/>
              </w:rPr>
              <w:t>ченным муниципальным органом,  казенным учреждением городского округа (пени)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4A3452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3452" w:rsidRPr="00000E83" w:rsidRDefault="004A3452" w:rsidP="00000E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3452" w:rsidRPr="00000E83" w:rsidRDefault="004A3452" w:rsidP="00000E83">
            <w:pPr>
              <w:jc w:val="center"/>
              <w:rPr>
                <w:sz w:val="24"/>
                <w:szCs w:val="24"/>
              </w:rPr>
            </w:pPr>
            <w:r w:rsidRPr="004A3452">
              <w:rPr>
                <w:sz w:val="24"/>
                <w:szCs w:val="24"/>
              </w:rPr>
              <w:t>1 16 07090 04 0000 140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452" w:rsidRPr="00000E83" w:rsidRDefault="004A3452" w:rsidP="00CA0550">
            <w:pPr>
              <w:jc w:val="both"/>
              <w:rPr>
                <w:sz w:val="24"/>
                <w:szCs w:val="24"/>
              </w:rPr>
            </w:pPr>
            <w:r w:rsidRPr="004A3452">
              <w:rPr>
                <w:sz w:val="24"/>
                <w:szCs w:val="24"/>
              </w:rPr>
              <w:t>Ины</w:t>
            </w:r>
            <w:r>
              <w:rPr>
                <w:sz w:val="24"/>
                <w:szCs w:val="24"/>
              </w:rPr>
              <w:t>е штрафы, неустойки, пени, упла</w:t>
            </w:r>
            <w:r w:rsidRPr="004A3452">
              <w:rPr>
                <w:sz w:val="24"/>
                <w:szCs w:val="24"/>
              </w:rPr>
              <w:t>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4A3452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3452" w:rsidRPr="00000E83" w:rsidRDefault="004A3452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3452" w:rsidRPr="00000E83" w:rsidRDefault="004A3452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452" w:rsidRPr="00000E83" w:rsidRDefault="004A3452" w:rsidP="00CA0550">
            <w:pPr>
              <w:jc w:val="both"/>
              <w:rPr>
                <w:sz w:val="24"/>
                <w:szCs w:val="24"/>
              </w:rPr>
            </w:pPr>
          </w:p>
        </w:tc>
      </w:tr>
      <w:tr w:rsidR="004A3452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3452" w:rsidRPr="00000E83" w:rsidRDefault="004A3452" w:rsidP="00000E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3452" w:rsidRPr="00000E83" w:rsidRDefault="004A3452" w:rsidP="00000E83">
            <w:pPr>
              <w:jc w:val="center"/>
              <w:rPr>
                <w:sz w:val="24"/>
                <w:szCs w:val="24"/>
              </w:rPr>
            </w:pPr>
            <w:r w:rsidRPr="004A3452">
              <w:rPr>
                <w:sz w:val="24"/>
                <w:szCs w:val="24"/>
              </w:rPr>
              <w:t>1 16 09040 04 0000 140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452" w:rsidRPr="00000E83" w:rsidRDefault="004A3452" w:rsidP="00CA0550">
            <w:pPr>
              <w:jc w:val="both"/>
              <w:rPr>
                <w:sz w:val="24"/>
                <w:szCs w:val="24"/>
              </w:rPr>
            </w:pPr>
            <w:r w:rsidRPr="004A3452">
              <w:rPr>
                <w:sz w:val="24"/>
                <w:szCs w:val="24"/>
              </w:rPr>
              <w:t>Денежные средства, изымаемые в собственность городского округа в соответствии с решениями судов (за исключением обвинительных приговоров судов)</w:t>
            </w:r>
          </w:p>
        </w:tc>
      </w:tr>
      <w:tr w:rsidR="004A3452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3452" w:rsidRPr="00000E83" w:rsidRDefault="004A3452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3452" w:rsidRPr="00000E83" w:rsidRDefault="004A3452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452" w:rsidRPr="00000E83" w:rsidRDefault="004A3452" w:rsidP="00CA0550">
            <w:pPr>
              <w:jc w:val="both"/>
              <w:rPr>
                <w:sz w:val="24"/>
                <w:szCs w:val="24"/>
              </w:rPr>
            </w:pPr>
          </w:p>
        </w:tc>
      </w:tr>
      <w:tr w:rsidR="004A3452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3452" w:rsidRPr="00000E83" w:rsidRDefault="004A3452" w:rsidP="00000E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3452" w:rsidRPr="00000E83" w:rsidRDefault="004A3452" w:rsidP="00000E83">
            <w:pPr>
              <w:jc w:val="center"/>
              <w:rPr>
                <w:sz w:val="24"/>
                <w:szCs w:val="24"/>
              </w:rPr>
            </w:pPr>
            <w:r w:rsidRPr="004A3452">
              <w:rPr>
                <w:sz w:val="24"/>
                <w:szCs w:val="24"/>
              </w:rPr>
              <w:t>1 16 10031 04 0000 140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452" w:rsidRPr="00000E83" w:rsidRDefault="004A3452" w:rsidP="00CA0550">
            <w:pPr>
              <w:jc w:val="both"/>
              <w:rPr>
                <w:sz w:val="24"/>
                <w:szCs w:val="24"/>
              </w:rPr>
            </w:pPr>
            <w:r w:rsidRPr="004A3452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озмещение ущерба при возникнове</w:t>
            </w:r>
            <w:r w:rsidRPr="004A3452">
              <w:rPr>
                <w:sz w:val="24"/>
                <w:szCs w:val="24"/>
              </w:rPr>
              <w:t>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4A3452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3452" w:rsidRPr="00000E83" w:rsidRDefault="004A3452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3452" w:rsidRPr="00000E83" w:rsidRDefault="004A3452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452" w:rsidRPr="00000E83" w:rsidRDefault="004A3452" w:rsidP="00CA0550">
            <w:pPr>
              <w:jc w:val="both"/>
              <w:rPr>
                <w:sz w:val="24"/>
                <w:szCs w:val="24"/>
              </w:rPr>
            </w:pPr>
          </w:p>
        </w:tc>
      </w:tr>
      <w:tr w:rsidR="004A3452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3452" w:rsidRPr="00000E83" w:rsidRDefault="004A3452" w:rsidP="00000E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3452" w:rsidRPr="00000E83" w:rsidRDefault="004A3452" w:rsidP="00000E83">
            <w:pPr>
              <w:jc w:val="center"/>
              <w:rPr>
                <w:sz w:val="24"/>
                <w:szCs w:val="24"/>
              </w:rPr>
            </w:pPr>
            <w:r w:rsidRPr="004A3452">
              <w:rPr>
                <w:sz w:val="24"/>
                <w:szCs w:val="24"/>
              </w:rPr>
              <w:t>1 16 10032 04 0000 140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452" w:rsidRPr="00000E83" w:rsidRDefault="004A3452" w:rsidP="00CA055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Прочее возмещение ущерба, причи</w:t>
            </w:r>
            <w:r w:rsidRPr="004A3452">
              <w:rPr>
                <w:sz w:val="24"/>
                <w:szCs w:val="24"/>
              </w:rPr>
              <w:t>ненного муниципальному имуществу городского округа (за исключени</w:t>
            </w:r>
            <w:r w:rsidRPr="004A3452">
              <w:rPr>
                <w:sz w:val="24"/>
                <w:szCs w:val="24"/>
              </w:rPr>
              <w:lastRenderedPageBreak/>
              <w:t>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3452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3452" w:rsidRPr="00000E83" w:rsidRDefault="004A3452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3452" w:rsidRPr="00000E83" w:rsidRDefault="004A3452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452" w:rsidRPr="00000E83" w:rsidRDefault="004A3452" w:rsidP="00CA0550">
            <w:pPr>
              <w:jc w:val="both"/>
              <w:rPr>
                <w:sz w:val="24"/>
                <w:szCs w:val="24"/>
              </w:rPr>
            </w:pPr>
          </w:p>
        </w:tc>
      </w:tr>
      <w:tr w:rsidR="004A3452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3452" w:rsidRPr="00000E83" w:rsidRDefault="004A3452" w:rsidP="00000E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3452" w:rsidRPr="00000E83" w:rsidRDefault="004A3452" w:rsidP="00000E83">
            <w:pPr>
              <w:jc w:val="center"/>
              <w:rPr>
                <w:sz w:val="24"/>
                <w:szCs w:val="24"/>
              </w:rPr>
            </w:pPr>
            <w:r w:rsidRPr="004A3452">
              <w:rPr>
                <w:sz w:val="24"/>
                <w:szCs w:val="24"/>
              </w:rPr>
              <w:t>1 16 10061 04 0000 140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452" w:rsidRPr="00000E83" w:rsidRDefault="004A3452" w:rsidP="00CA0550">
            <w:pPr>
              <w:jc w:val="both"/>
              <w:rPr>
                <w:sz w:val="24"/>
                <w:szCs w:val="24"/>
              </w:rPr>
            </w:pPr>
            <w:r w:rsidRPr="004A3452">
              <w:rPr>
                <w:sz w:val="24"/>
                <w:szCs w:val="24"/>
              </w:rPr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</w:t>
            </w:r>
            <w:r>
              <w:rPr>
                <w:sz w:val="24"/>
                <w:szCs w:val="24"/>
              </w:rPr>
              <w:t xml:space="preserve">                        му</w:t>
            </w:r>
            <w:r w:rsidRPr="004A3452">
              <w:rPr>
                <w:sz w:val="24"/>
                <w:szCs w:val="24"/>
              </w:rPr>
              <w:t>ниципального контракта, финансируемого за счет средств муниципального дорожного фонда)</w:t>
            </w:r>
          </w:p>
        </w:tc>
      </w:tr>
      <w:tr w:rsidR="004A3452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3452" w:rsidRPr="00000E83" w:rsidRDefault="004A3452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3452" w:rsidRPr="00000E83" w:rsidRDefault="004A3452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452" w:rsidRPr="00000E83" w:rsidRDefault="004A3452" w:rsidP="00CA0550">
            <w:pPr>
              <w:jc w:val="both"/>
              <w:rPr>
                <w:sz w:val="24"/>
                <w:szCs w:val="24"/>
              </w:rPr>
            </w:pPr>
          </w:p>
        </w:tc>
      </w:tr>
      <w:tr w:rsidR="004A3452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3452" w:rsidRPr="00000E83" w:rsidRDefault="004A3452" w:rsidP="00000E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3452" w:rsidRPr="00000E83" w:rsidRDefault="004A3452" w:rsidP="004A3452">
            <w:pPr>
              <w:tabs>
                <w:tab w:val="left" w:pos="6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A3452">
              <w:rPr>
                <w:sz w:val="24"/>
                <w:szCs w:val="24"/>
              </w:rPr>
              <w:t>1 16 10081 04 0000 140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452" w:rsidRPr="00000E83" w:rsidRDefault="004A3452" w:rsidP="00CA0550">
            <w:pPr>
              <w:jc w:val="both"/>
              <w:rPr>
                <w:sz w:val="24"/>
                <w:szCs w:val="24"/>
              </w:rPr>
            </w:pPr>
            <w:r w:rsidRPr="004A3452">
              <w:rPr>
                <w:sz w:val="24"/>
                <w:szCs w:val="24"/>
              </w:rPr>
              <w:t xml:space="preserve">Платежи в целях возмещения ущерба при расторжении муниципального контракта, заключенного с муници-пальным органом городского округа </w:t>
            </w:r>
            <w:r>
              <w:rPr>
                <w:sz w:val="24"/>
                <w:szCs w:val="24"/>
              </w:rPr>
              <w:t>(муниципальным казенным учрежде</w:t>
            </w:r>
            <w:r w:rsidRPr="004A3452">
              <w:rPr>
                <w:sz w:val="24"/>
                <w:szCs w:val="24"/>
              </w:rPr>
              <w:t xml:space="preserve">нием), в связи с односторонним </w:t>
            </w:r>
            <w:r>
              <w:rPr>
                <w:sz w:val="24"/>
                <w:szCs w:val="24"/>
              </w:rPr>
              <w:t xml:space="preserve">      </w:t>
            </w:r>
            <w:r w:rsidRPr="004A3452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>ка</w:t>
            </w:r>
            <w:r w:rsidRPr="004A3452">
              <w:rPr>
                <w:sz w:val="24"/>
                <w:szCs w:val="24"/>
              </w:rPr>
              <w:t>зом исполнителя (подрядчика) от его исполнения (за ис</w:t>
            </w:r>
            <w:r>
              <w:rPr>
                <w:sz w:val="24"/>
                <w:szCs w:val="24"/>
              </w:rPr>
              <w:t>ключением муници</w:t>
            </w:r>
            <w:r w:rsidRPr="004A3452">
              <w:rPr>
                <w:sz w:val="24"/>
                <w:szCs w:val="24"/>
              </w:rPr>
              <w:t>пального контракта, финансируемого за</w:t>
            </w:r>
            <w:r>
              <w:rPr>
                <w:sz w:val="24"/>
                <w:szCs w:val="24"/>
              </w:rPr>
              <w:t xml:space="preserve"> счет средств муниципального до</w:t>
            </w:r>
            <w:r w:rsidRPr="004A3452">
              <w:rPr>
                <w:sz w:val="24"/>
                <w:szCs w:val="24"/>
              </w:rPr>
              <w:t>рожного фонда)</w:t>
            </w:r>
          </w:p>
        </w:tc>
      </w:tr>
      <w:tr w:rsidR="004A3452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3452" w:rsidRPr="00000E83" w:rsidRDefault="004A3452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3452" w:rsidRPr="00000E83" w:rsidRDefault="004A3452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452" w:rsidRPr="00000E83" w:rsidRDefault="004A3452" w:rsidP="00CA0550">
            <w:pPr>
              <w:jc w:val="both"/>
              <w:rPr>
                <w:sz w:val="24"/>
                <w:szCs w:val="24"/>
              </w:rPr>
            </w:pPr>
          </w:p>
        </w:tc>
      </w:tr>
      <w:tr w:rsidR="00A466C4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66C4" w:rsidRPr="00000E83" w:rsidRDefault="00A466C4" w:rsidP="00000E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66C4" w:rsidRPr="00000E83" w:rsidRDefault="00A466C4" w:rsidP="00000E83">
            <w:pPr>
              <w:jc w:val="center"/>
              <w:rPr>
                <w:sz w:val="24"/>
                <w:szCs w:val="24"/>
              </w:rPr>
            </w:pPr>
            <w:r w:rsidRPr="00A466C4">
              <w:rPr>
                <w:sz w:val="24"/>
                <w:szCs w:val="24"/>
              </w:rPr>
              <w:t>1 16 10082 04 0000 140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66C4" w:rsidRPr="00000E83" w:rsidRDefault="00A466C4" w:rsidP="00CA0550">
            <w:pPr>
              <w:jc w:val="both"/>
              <w:rPr>
                <w:sz w:val="24"/>
                <w:szCs w:val="24"/>
              </w:rPr>
            </w:pPr>
            <w:r w:rsidRPr="00A466C4">
              <w:rPr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</w:tr>
      <w:tr w:rsidR="00A466C4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66C4" w:rsidRPr="00000E83" w:rsidRDefault="00A466C4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66C4" w:rsidRPr="00000E83" w:rsidRDefault="00A466C4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66C4" w:rsidRPr="00000E83" w:rsidRDefault="00A466C4" w:rsidP="00CA0550">
            <w:pPr>
              <w:jc w:val="both"/>
              <w:rPr>
                <w:sz w:val="24"/>
                <w:szCs w:val="24"/>
              </w:rPr>
            </w:pPr>
          </w:p>
        </w:tc>
      </w:tr>
      <w:tr w:rsidR="00A466C4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66C4" w:rsidRPr="00000E83" w:rsidRDefault="00A466C4" w:rsidP="00000E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66C4" w:rsidRPr="00000E83" w:rsidRDefault="00A466C4" w:rsidP="00000E83">
            <w:pPr>
              <w:jc w:val="center"/>
              <w:rPr>
                <w:sz w:val="24"/>
                <w:szCs w:val="24"/>
              </w:rPr>
            </w:pPr>
            <w:r w:rsidRPr="00A466C4">
              <w:rPr>
                <w:sz w:val="24"/>
                <w:szCs w:val="24"/>
              </w:rPr>
              <w:t>1 16 10100 04 0000 140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66C4" w:rsidRPr="00000E83" w:rsidRDefault="00A466C4" w:rsidP="00CA0550">
            <w:pPr>
              <w:jc w:val="both"/>
              <w:rPr>
                <w:sz w:val="24"/>
                <w:szCs w:val="24"/>
              </w:rPr>
            </w:pPr>
            <w:r w:rsidRPr="00A466C4">
              <w:rPr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A466C4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66C4" w:rsidRPr="00000E83" w:rsidRDefault="00A466C4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66C4" w:rsidRPr="00000E83" w:rsidRDefault="00A466C4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66C4" w:rsidRPr="00000E83" w:rsidRDefault="00A466C4" w:rsidP="00CA0550">
            <w:pPr>
              <w:jc w:val="both"/>
              <w:rPr>
                <w:sz w:val="24"/>
                <w:szCs w:val="24"/>
              </w:rPr>
            </w:pPr>
          </w:p>
        </w:tc>
      </w:tr>
      <w:tr w:rsidR="00A466C4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66C4" w:rsidRPr="00000E83" w:rsidRDefault="00A466C4" w:rsidP="00000E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66C4" w:rsidRPr="00000E83" w:rsidRDefault="00A466C4" w:rsidP="00000E83">
            <w:pPr>
              <w:jc w:val="center"/>
              <w:rPr>
                <w:sz w:val="24"/>
                <w:szCs w:val="24"/>
              </w:rPr>
            </w:pPr>
            <w:r w:rsidRPr="00A466C4">
              <w:rPr>
                <w:sz w:val="24"/>
                <w:szCs w:val="24"/>
              </w:rPr>
              <w:t>1 16 10123 01 0041 140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66C4" w:rsidRPr="00000E83" w:rsidRDefault="00A466C4" w:rsidP="00CA0550">
            <w:pPr>
              <w:jc w:val="both"/>
              <w:rPr>
                <w:sz w:val="24"/>
                <w:szCs w:val="24"/>
              </w:rPr>
            </w:pPr>
            <w:r w:rsidRPr="00A466C4">
              <w:rPr>
                <w:sz w:val="24"/>
                <w:szCs w:val="24"/>
              </w:rPr>
              <w:t>Доходы от денежных взысканий (штрафов), поступаю</w:t>
            </w:r>
            <w:r>
              <w:rPr>
                <w:sz w:val="24"/>
                <w:szCs w:val="24"/>
              </w:rPr>
              <w:t>щие в счет пога</w:t>
            </w:r>
            <w:r w:rsidRPr="00A466C4">
              <w:rPr>
                <w:sz w:val="24"/>
                <w:szCs w:val="24"/>
              </w:rPr>
              <w:t>шения задолженности, образовавшейся до 1 января 2020 года, подлежащие зачислению в бюджет муниципального образования по нормативам, дей</w:t>
            </w:r>
            <w:r>
              <w:rPr>
                <w:sz w:val="24"/>
                <w:szCs w:val="24"/>
              </w:rPr>
              <w:t>ство</w:t>
            </w:r>
            <w:r w:rsidRPr="00A466C4">
              <w:rPr>
                <w:sz w:val="24"/>
                <w:szCs w:val="24"/>
              </w:rPr>
              <w:t>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A466C4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66C4" w:rsidRPr="00000E83" w:rsidRDefault="00A466C4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66C4" w:rsidRPr="00000E83" w:rsidRDefault="00A466C4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66C4" w:rsidRPr="00000E83" w:rsidRDefault="00A466C4" w:rsidP="00CA0550">
            <w:pPr>
              <w:jc w:val="both"/>
              <w:rPr>
                <w:sz w:val="24"/>
                <w:szCs w:val="24"/>
              </w:rPr>
            </w:pP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1 17 01040 04 0000 180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917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Управление архитектуры и градостроительства админи</w:t>
            </w:r>
            <w:r w:rsidRPr="00000E83">
              <w:rPr>
                <w:sz w:val="24"/>
                <w:szCs w:val="24"/>
              </w:rPr>
              <w:lastRenderedPageBreak/>
              <w:t>страции муниципального образования город-курорт Геленджик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917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1 08 07150 01 0000 110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917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1 13 01994 04 0000 130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917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1 13 02994 04 0021 130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доходы от компенсации затрат бюджетов городских округов (возврат дебиторской задолженности прошлых лет по средствам бюджета субъекта Российской Федерации, зачисляемый в бюджеты городских округов)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917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1 13 02994 04 0031 130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доходы от компенсации затрат бюджетов городских округов (возврат дебиторской задолженности прошлых лет, зачисляемый в бюджеты городских округов)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917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1 13 02994 04 0041 130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917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1 16 07010 04 0011 140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 (штраф)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917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1 16 07010 04 0021 140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 (неустойка)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917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1 16 07010 04 0031 140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 (пени)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917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1 16 07090 04 0000 140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917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1 16 10100 04 0000 140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</w:t>
            </w:r>
            <w:r w:rsidRPr="00000E83">
              <w:rPr>
                <w:sz w:val="24"/>
                <w:szCs w:val="24"/>
              </w:rPr>
              <w:lastRenderedPageBreak/>
              <w:t>городских округов)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917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A466C4" w:rsidP="00000E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1 17 01040 04 0000 18</w:t>
            </w:r>
            <w:r w:rsidR="00000E83" w:rsidRPr="00000E83">
              <w:rPr>
                <w:sz w:val="24"/>
                <w:szCs w:val="24"/>
              </w:rPr>
              <w:t>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917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2 02 29999 04 0000 150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917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2 19 60010 04 0000 150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918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Управление  строительства администрации муниципального образования город-курорт Геленджик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918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1 11 09044 04 0000 120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918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1 13 02994 04 0011 130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доходы от компенсации затрат бюджетов городских округов (возврат дебиторской задолженности прошлых лет по средствам федерального бюджета, зачисляемый в бюджеты городских округов)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918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1 13 02994 04 0021 130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доходы от компенсации затрат бюджетов городских округов (возврат дебиторской задолженности прошлых лет по средствам бюджета субъекта Российской Федерации, зачисляемый в бюджеты городских округов)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918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1 13 02994 04 0031 130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доходы от компенсации затрат бюджетов городских округов (возврат дебиторской задолженности прошлых лет, зачисляемый в бюджеты городских округов)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918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1 16 07010 04 0011 140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 (штраф)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918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1 16 07010 04 0021 140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 (неустойка)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918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1 16 07010 04 0031 140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</w:t>
            </w:r>
            <w:r w:rsidRPr="00000E83">
              <w:rPr>
                <w:sz w:val="24"/>
                <w:szCs w:val="24"/>
              </w:rPr>
              <w:lastRenderedPageBreak/>
              <w:t>ным контрактом, заключенным муниципальным органом,  казенным учреждением городского округа (пени)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918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1 16 07090 04 0000 140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918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1 16 10100 04 0000 140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918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1 17 01040 04 0000 180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918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2 02 20077 04 0000 150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918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2 02 29999 04 0000 150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918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2 02 30024 04 0000 150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918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2 02 49999 04 0000 150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918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2 19 60010 04 0000 150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Управление гражданской обороны и чрезвычайных ситуаций администрации муниципального образования город-курорт Геленджик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1 11 05034 04 0000 120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1 13 01994 04 0000 130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1 13 02064 04 0000 130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</w:t>
            </w:r>
            <w:r w:rsidRPr="00000E83">
              <w:rPr>
                <w:sz w:val="24"/>
                <w:szCs w:val="24"/>
              </w:rPr>
              <w:lastRenderedPageBreak/>
              <w:t>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1 13 02994 04 0021 130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доходы от компенсации затрат бюджетов городских округов (возврат дебиторской задолженности прошлых лет по средствам бюджета субъекта Российской Федерации, зачисляемый в бюджеты городских округов)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1 13 02994 04 0031 130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доходы от компенсации затрат бюджетов городских округов (возврат дебиторской задолженности прошлых лет, зачисляемый в бюджеты городских округов)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1 13 02994 04 0041 130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1 16 07010 04 0011 140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 (штраф)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1 16 07010 04 0021 140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 (неустойка)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1 16 07010 04 0031 140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 (пени)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1 16 07090 04 0000 140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1 16 10100 04 0000 140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1 17 01040 04 0000 180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2 02 29999 04 0000 150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2 02 49999 04 0000 150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Прочие межбюджетные трансферты, передаваемые </w:t>
            </w:r>
            <w:r w:rsidRPr="00000E83">
              <w:rPr>
                <w:sz w:val="24"/>
                <w:szCs w:val="24"/>
              </w:rPr>
              <w:lastRenderedPageBreak/>
              <w:t>бюджетам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2 19 60010 04 0000 150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Управление имущественных отношений администрации муниципального образования город-курорт Геленджик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1 11 01040 04 0000 120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1 11 02084 04 0000 120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Доходы от размещения сумм, аккумулируемых в ходе проведения аукционов по продаже акций, находящихся в собственности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1 11 05024 04 0000 120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1 11 05034 04 0000 120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1 11 05324 04 0000 120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1 11 07014 04 0000 120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1 11 09044 04 0000 120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1 13 02994 04 0011 130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доходы от компенсации затрат бюджетов город</w:t>
            </w:r>
            <w:r w:rsidRPr="00000E83">
              <w:rPr>
                <w:sz w:val="24"/>
                <w:szCs w:val="24"/>
              </w:rPr>
              <w:lastRenderedPageBreak/>
              <w:t>ских округов (возврат дебиторской задолженности прошлых лет по средствам федерального бюджета, зачисляемый в бюджеты городских округов)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1 13 02994 04 0021 130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доходы от компенсации затрат бюджетов городских округов (возврат дебиторской задолженности прошлых лет по средствам бюджета субъекта Российской Федерации, зачисляемый в бюджеты городских округов)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1 13 02994 04 0031 130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доходы от компенсации затрат бюджетов городских округов (возврат дебиторской задолженности прошлых лет, зачисляемый в бюджеты городских округов)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1 13 02994 04 0041 130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1 14 02042 04 0000 410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1 14 02042 04 0000 440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1 14 02043 04 0000 410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1 14 02043 04 0000 440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1 14 06024 04 0000 430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lastRenderedPageBreak/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1 14 06324 04 0000 430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1 16 07010 04 0011 140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 (штраф)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1 16 07010 04 0021 140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 (неустойка)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1 16 07010 04 0031 140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 (пени)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1 16 07090 04 0011 140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(пеня по договорам аренды земельных участков)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1 16 07090 04 0021 140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(пеня по договорам аренды муниципального имущества)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1 16 07090 04 0031 140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(неосновательное обогащение за пользование земельными участками)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1 16 07090 04 0041 140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</w:t>
            </w:r>
            <w:r w:rsidRPr="00000E83">
              <w:rPr>
                <w:sz w:val="24"/>
                <w:szCs w:val="24"/>
              </w:rPr>
              <w:lastRenderedPageBreak/>
              <w:t>учреждением) городского округа (пеня за ненадлежащее исполнение обязательств по договорам аренды муниципального имущества, составляющего казну муниципального образования город-курорт Геленджик)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1 16 07090 04 0051 140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(пеня за ненадлежащее исполнение обязательств по договорам купли-продажи объектов недвижимого имущества, находящегося в собственности муниципального образования город-курорт Геленджик)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1 16 07090 04 0061 140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(возмещение материального ущерба нанесенного имуществу, находящегося в собственности муниципального образования город-курорт Геленджик)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1 16 10100 04 0000 140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1 17 01040 04 0000 180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2 02 25027 04 0000 150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 на 2011-2020 годы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2 02 29999 04 0000 150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2 02 30024 04 0000 150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2 02 35082 04 0000 150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2 02 49999 04 0000 150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2 19 60010 04 0000 150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Управление жилищно-коммунального хозяйства администрации муниципального образования город-курорт Геленджик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1 11 09044 04 0000 120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1 13 02994 04 0011 130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доходы от компенсации затрат бюджетов городских округов (возврат дебиторской задолженности прошлых лет по средствам федерального бюджета, зачисляемый в бюджеты городских округов)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1 13 02994 04 0021 130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доходы от компенсации затрат бюджетов городских округов (возврат дебиторской задолженности прошлых лет по средствам бюджета субъекта Российской Федерации, зачисляемый в бюджеты городских округов)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1 13 02994 04 0031 130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доходы от компенсации затрат бюджетов городских округов (возврат дебиторской задолженности прошлых лет, зачисляемый в бюджеты городских округов)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1 13 02994 04 0041 130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1 16 07010 04 0011 140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 (штраф)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1 16 07010 04 0021 140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 (неустойка)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1 16 07010 04 0031 140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 (пени)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1 16 07090 04 0000 140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1 16 10100 04 0000 140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1 17 01040 04 0000 180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2 02 15311 04 0000 150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Дотации бюджетам городских округов на поддержку мер по обеспечению сбалансированности бюджетов субъектов Российской Федерации в целях реализации проектов создания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2 02 19999 04 0000 150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дотации бюджетам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2 02 20051 04 0000 150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Субсидии бюджетам городских округов на реализацию федеральных целевых программ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2 02 25027 04 0000 150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 на 2011-2020 годы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2 02 25299 04 0000 150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Субсидии бюджетам городских округов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2 02 25555 04 0000 150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2 02 29999 04 0000 150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2 02 30024 04 0000 150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2 02 45399 04 0000 150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Межбюджетные трансферты, передаваемые бюджетам </w:t>
            </w:r>
            <w:r w:rsidRPr="00000E83">
              <w:rPr>
                <w:sz w:val="24"/>
                <w:szCs w:val="24"/>
              </w:rPr>
              <w:lastRenderedPageBreak/>
              <w:t>городских округов на премирование победителей Всероссийского конкурса "Лучшая муниципальная практика"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2 02 49999 04 0000 150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2 07 04010 04 0000 150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2 19 25027 04 0000 150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Возврат остатков субсидий на мероприятия государственной программы Российской Федерации "Доступная среда" на 2011-2020 годы из бюджетов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2 19 60010 04 0000 150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Управление образования администрации муниципального образования город-курорт Геленджик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1 13 02064 04 0000 130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1 13 02994 04 0011 130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доходы от компенсации затрат бюджетов городских округов (возврат дебиторской задолженности прошлых лет по средствам федерального бюджета, зачисляемый в бюджеты городских округов)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1 13 02994 04 0021 130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доходы от компенсации затрат бюджетов городских округов (возврат дебиторской задолженности прошлых лет по средствам бюджета субъекта Российской Федерации, зачисляемый в бюджеты городских округов)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1 13 02994 04 0031 130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доходы от компенсации затрат бюджетов городских округов (возврат дебиторской задолженности прошлых лет, зачисляемый в бюджеты городских округов)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1 13 02994 04 0041 130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1 14 02042 04 0000 440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</w:t>
            </w:r>
            <w:r w:rsidRPr="00000E83">
              <w:rPr>
                <w:sz w:val="24"/>
                <w:szCs w:val="24"/>
              </w:rPr>
              <w:lastRenderedPageBreak/>
              <w:t>номных учреждений), в части реализации материальных запасов по указанному имуществу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1 16 07010 04 0011 140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 (штраф)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1 16 07010 04 0021 140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 (неустойка)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1 16 07010 04 0031 140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 (пени)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1 16 07090 04 0000 140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1 16 10100 04 0000 140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1 17 01040 04 0000 180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2 02 20077 04 0000 150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2 02 25027 04 0000 150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 на 2011-2020 годы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2 02 25169 04 0000 150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Субсидии бюджетам городских округов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A466C4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66C4" w:rsidRPr="00000E83" w:rsidRDefault="00A466C4" w:rsidP="00000E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66C4" w:rsidRPr="00000E83" w:rsidRDefault="00A466C4" w:rsidP="00000E83">
            <w:pPr>
              <w:jc w:val="center"/>
              <w:rPr>
                <w:sz w:val="24"/>
                <w:szCs w:val="24"/>
              </w:rPr>
            </w:pPr>
            <w:r w:rsidRPr="00A466C4">
              <w:rPr>
                <w:sz w:val="24"/>
                <w:szCs w:val="24"/>
              </w:rPr>
              <w:t>2 02 25304 04 0000 150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66C4" w:rsidRPr="00000E83" w:rsidRDefault="00824806" w:rsidP="00CA0550">
            <w:pPr>
              <w:jc w:val="both"/>
              <w:rPr>
                <w:sz w:val="24"/>
                <w:szCs w:val="24"/>
              </w:rPr>
            </w:pPr>
            <w:r w:rsidRPr="00824806">
              <w:rPr>
                <w:sz w:val="24"/>
                <w:szCs w:val="24"/>
              </w:rPr>
              <w:t xml:space="preserve">Субсидии бюджетам городских округов на организацию </w:t>
            </w:r>
            <w:r w:rsidRPr="00824806">
              <w:rPr>
                <w:sz w:val="24"/>
                <w:szCs w:val="24"/>
              </w:rPr>
              <w:lastRenderedPageBreak/>
              <w:t>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A466C4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66C4" w:rsidRPr="00000E83" w:rsidRDefault="00A466C4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66C4" w:rsidRPr="00000E83" w:rsidRDefault="00A466C4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66C4" w:rsidRPr="00000E83" w:rsidRDefault="00A466C4" w:rsidP="00CA0550">
            <w:pPr>
              <w:jc w:val="both"/>
              <w:rPr>
                <w:sz w:val="24"/>
                <w:szCs w:val="24"/>
              </w:rPr>
            </w:pP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2 02 29999 04 0000 150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2 02 30024 04 0000 150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2 02 30029 04 0000 150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A466C4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66C4" w:rsidRPr="00000E83" w:rsidRDefault="00A466C4" w:rsidP="00000E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66C4" w:rsidRPr="00000E83" w:rsidRDefault="00A466C4" w:rsidP="00000E83">
            <w:pPr>
              <w:jc w:val="center"/>
              <w:rPr>
                <w:sz w:val="24"/>
                <w:szCs w:val="24"/>
              </w:rPr>
            </w:pPr>
            <w:r w:rsidRPr="00A466C4">
              <w:rPr>
                <w:sz w:val="24"/>
                <w:szCs w:val="24"/>
              </w:rPr>
              <w:t>2 02 45303 04 0000 150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66C4" w:rsidRPr="00000E83" w:rsidRDefault="00A466C4" w:rsidP="00CA055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 бюдже</w:t>
            </w:r>
            <w:r w:rsidRPr="00A466C4">
              <w:rPr>
                <w:sz w:val="24"/>
                <w:szCs w:val="24"/>
              </w:rPr>
              <w:t>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A466C4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66C4" w:rsidRPr="00000E83" w:rsidRDefault="00A466C4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66C4" w:rsidRPr="00000E83" w:rsidRDefault="00A466C4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66C4" w:rsidRPr="00000E83" w:rsidRDefault="00A466C4" w:rsidP="00CA0550">
            <w:pPr>
              <w:jc w:val="both"/>
              <w:rPr>
                <w:sz w:val="24"/>
                <w:szCs w:val="24"/>
              </w:rPr>
            </w:pP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2 02 49999 04 0000 150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2 18 04010 04 0011 150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 по средствам федерального бюджета, зачисляемых в бюджеты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2 18 04010 04 0021 150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 по средствам бюджета субъекта Российской Федерации, зачисляемых в бюджеты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2 18 04010 04 0031 150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 по средствам бюджета городского округа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2 18 04020 04 0011 150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Доходы бюджетов городских округов от возврата автономными учреждениями остатков субсидий прошлых лет по средствам федерального бюджета, зачисляемых в бюджеты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2 18 04020 04 0021 150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Доходы бюджетов городских округов от возврата автономными учреждениями остатков субсидий прошлых лет по средствам бюджета субъекта Российской Федерации, зачисляемых в бюджеты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2 18 04020 04 0031 150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Доходы бюджетов городских округов от возврата авто</w:t>
            </w:r>
            <w:r w:rsidRPr="00000E83">
              <w:rPr>
                <w:sz w:val="24"/>
                <w:szCs w:val="24"/>
              </w:rPr>
              <w:lastRenderedPageBreak/>
              <w:t>номными учреждениями остатков субсидий прошлых лет по средствам бюджета городского округа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2 19 60010 04 0000 150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Управление культуры, искусства и кинематографии администрации муниципального образования город-курорт Геленджик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1 13 02994 04 0011 130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доходы от компенсации затрат бюджетов городских округов (возврат дебиторской задолженности прошлых лет по средствам федерального бюджета, зачисляемый в бюджеты городских округов)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1 13 02994 04 0021 130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доходы от компенсации затрат бюджетов городских округов (возврат дебиторской задолженности прошлых лет по средствам бюджета субъекта Российской Федерации, зачисляемый в бюджеты городских округов)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1 13 02994 04 0031 130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доходы от компенсации затрат бюджетов городских округов (возврат дебиторской задолженности прошлых лет, зачисляемый в бюджеты городских округов)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1 13 02994 04 0041 130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1 16 07010 04 0011 140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 (штраф)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1 16 07010 04 0021 140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 (неустойка)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1 16 07010 04 0031 140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 (пени)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1 16 07090 04 0000 140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</w:t>
            </w:r>
            <w:r w:rsidRPr="00000E83">
              <w:rPr>
                <w:sz w:val="24"/>
                <w:szCs w:val="24"/>
              </w:rPr>
              <w:lastRenderedPageBreak/>
              <w:t>ниципальным органом, (муниципальным казенным учреждением) городского округа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1 16 10100 04 0000 140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1 17 01040 04 0000 180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2 02 25027 04 0000 150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 на 2011-2020 годы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2 02 25467 04 0000 150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2 02 25519 04 0000 150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Субсидия бюджетам городских округов на поддержку отрасли культуры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2 02 29999 04 0000 150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2 02 30024 04 0000 150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2 02 49999 04 0000 150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2 18 04010 04 0011 150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 по средствам федерального бюджета, зачисляемых в бюджеты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2 18 04010 04 0021 150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 по средствам бюджета субъекта Российской Федерации, зачисляемых в бюджеты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2 18 04010 04 0031 150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 по средствам бюджета городского округа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2 18 04020 04 0011 150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Доходы бюджетов городских округов от возврата автономными учреждениями остатков субсидий прошлых лет по средствам федерального бюджета, зачисляемых в </w:t>
            </w:r>
            <w:r w:rsidRPr="00000E83">
              <w:rPr>
                <w:sz w:val="24"/>
                <w:szCs w:val="24"/>
              </w:rPr>
              <w:lastRenderedPageBreak/>
              <w:t>бюджеты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2 18 04020 04 0021 150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Доходы бюджетов городских округов от возврата автономными учреждениями остатков субсидий прошлых лет по средствам бюджета субъекта Российской Федерации, зачисляемых в бюджеты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2 18 04020 04 0031 150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Доходы бюджетов городских округов от возврата автономными учреждениями остатков субсидий прошлых лет по средствам бюджета городского округа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2 19 45144 04 0000 150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Санкт-Петербурга из бюджетов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2 19 60010 04 0000 150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Управление по физической культуре и спорту администрации муниципального образования город-курорт Геленджик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1 13 02994 04 0021 130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доходы от компенсации затрат бюджетов городских округов (возврат дебиторской задолженности прошлых лет по средствам бюджета субъекта Российской Федерации, зачисляемый в бюджеты городских округов)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1 13 02994 04 0031 130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доходы от компенсации затрат бюджетов городских округов (возврат дебиторской задолженности прошлых лет, зачисляемый в бюджеты городских округов)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1 13 02994 04 0041 130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1 16 07010 04 0011 140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 (штраф)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1 16 07010 04 0021 140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 (неустойка)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lastRenderedPageBreak/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1 16 07010 04 0031 140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 (пени)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1 16 07090 04 0000 140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1 16 10100 04 0000 140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1 17 01040 04 0000 180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2 02 20051 04 0000 150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Субсидии бюджетам городских округов на реализацию федеральных целевых программ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2 02 25027 04 0000 150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 на 2011-2020 годы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2 02 29999 04 0000 150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2 02 30024 04 0000 150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2 02 45426 04 0000 150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Межбюджетные трансферты, передаваемые бюджетам городских округов на реализацию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2 02 49999 04 0000 150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2 18 04010 04 0011 150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 по средствам федерального бюджета, зачисляемых в бюджеты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2 18 04010 04 0021 150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 по средствам бюджета субъекта Российской Федера</w:t>
            </w:r>
            <w:r w:rsidRPr="00000E83">
              <w:rPr>
                <w:sz w:val="24"/>
                <w:szCs w:val="24"/>
              </w:rPr>
              <w:lastRenderedPageBreak/>
              <w:t>ции, зачисляемых в бюджеты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2 18 04010 04 0031 150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 по средствам бюджета городского округа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929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2 19 60010 04 0000 150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Управление по делам молодежи администрации муниципального образования город-курорт Геленджик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1 13 02994 04 0031 130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доходы от компенсации затрат бюджетов городских округов (возврат дебиторской задолженности прошлых лет, зачисляемый в бюджеты городских округов)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1 13 02994 04 0041 130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1 16 07010 04 0011 140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 (штраф)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1 16 07010 04 0021 140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 (неустойка)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1 16 07010 04 0031 140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 (пени)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1 16 07090 04 0000 140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1 16 10100 04 0000 140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1 17 01040 04 0000 180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Невыясненные поступления, зачисляемые в бюджеты </w:t>
            </w:r>
            <w:r w:rsidRPr="00000E83">
              <w:rPr>
                <w:sz w:val="24"/>
                <w:szCs w:val="24"/>
              </w:rPr>
              <w:lastRenderedPageBreak/>
              <w:t>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2 02 29999 04 0000 150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 xml:space="preserve"> 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934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0E83" w:rsidRPr="00000E83" w:rsidRDefault="00000E83" w:rsidP="00000E83">
            <w:pPr>
              <w:jc w:val="center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2 19 60010 04 0000 150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E83" w:rsidRPr="00000E83" w:rsidRDefault="00000E83" w:rsidP="00CA0550">
            <w:pPr>
              <w:jc w:val="both"/>
              <w:rPr>
                <w:sz w:val="24"/>
                <w:szCs w:val="24"/>
              </w:rPr>
            </w:pPr>
            <w:r w:rsidRPr="00000E83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  <w:r w:rsidR="00CA0550">
              <w:rPr>
                <w:sz w:val="24"/>
                <w:szCs w:val="24"/>
              </w:rPr>
              <w:t>»</w:t>
            </w:r>
          </w:p>
        </w:tc>
      </w:tr>
      <w:tr w:rsidR="00000E83" w:rsidTr="007D79BF"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000E83" w:rsidRDefault="00000E83" w:rsidP="00000E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00E83" w:rsidRDefault="00000E83" w:rsidP="00000E83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</w:tr>
      <w:tr w:rsidR="00CA0550" w:rsidTr="007D79BF">
        <w:tc>
          <w:tcPr>
            <w:tcW w:w="963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0550" w:rsidRDefault="00CA0550" w:rsidP="00000E83">
            <w:pPr>
              <w:rPr>
                <w:szCs w:val="28"/>
              </w:rPr>
            </w:pPr>
            <w:r>
              <w:rPr>
                <w:szCs w:val="28"/>
              </w:rPr>
              <w:t xml:space="preserve">Глава муниципального образования </w:t>
            </w:r>
          </w:p>
          <w:p w:rsidR="00CA0550" w:rsidRDefault="00CA0550" w:rsidP="007D79BF">
            <w:pPr>
              <w:rPr>
                <w:szCs w:val="28"/>
              </w:rPr>
            </w:pPr>
            <w:r>
              <w:rPr>
                <w:szCs w:val="28"/>
              </w:rPr>
              <w:t xml:space="preserve">город-курорт Геленджик                                                               А.А. Богодистов </w:t>
            </w:r>
          </w:p>
        </w:tc>
      </w:tr>
    </w:tbl>
    <w:p w:rsidR="00191017" w:rsidRPr="00300ACF" w:rsidRDefault="00191017" w:rsidP="00191017"/>
    <w:p w:rsidR="002500BB" w:rsidRPr="00191017" w:rsidRDefault="002500BB" w:rsidP="00191017"/>
    <w:sectPr w:rsidR="002500BB" w:rsidRPr="00191017" w:rsidSect="0019101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6D3" w:rsidRDefault="00BF16D3" w:rsidP="00E12559">
      <w:r>
        <w:separator/>
      </w:r>
    </w:p>
  </w:endnote>
  <w:endnote w:type="continuationSeparator" w:id="0">
    <w:p w:rsidR="00BF16D3" w:rsidRDefault="00BF16D3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6D3" w:rsidRDefault="00BF16D3" w:rsidP="00E12559">
      <w:r>
        <w:separator/>
      </w:r>
    </w:p>
  </w:footnote>
  <w:footnote w:type="continuationSeparator" w:id="0">
    <w:p w:rsidR="00BF16D3" w:rsidRDefault="00BF16D3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441082"/>
      <w:docPartObj>
        <w:docPartGallery w:val="Page Numbers (Top of Page)"/>
        <w:docPartUnique/>
      </w:docPartObj>
    </w:sdtPr>
    <w:sdtEndPr/>
    <w:sdtContent>
      <w:p w:rsidR="004A3452" w:rsidRDefault="004A345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0D4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A3452" w:rsidRDefault="004A34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017"/>
    <w:rsid w:val="00000E83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1017"/>
    <w:rsid w:val="00192AFE"/>
    <w:rsid w:val="00192B58"/>
    <w:rsid w:val="0019309E"/>
    <w:rsid w:val="00193902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3D20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45C2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5D74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3452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D79BF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4806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466C4"/>
    <w:rsid w:val="00A563D8"/>
    <w:rsid w:val="00A61136"/>
    <w:rsid w:val="00A6129B"/>
    <w:rsid w:val="00A62C4B"/>
    <w:rsid w:val="00A6527F"/>
    <w:rsid w:val="00A6597B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16D3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550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0D4C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041A2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BAE53ED-9417-4C0D-B1A6-FB88827E3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191017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91017"/>
    <w:rPr>
      <w:color w:val="800080"/>
      <w:u w:val="single"/>
    </w:rPr>
  </w:style>
  <w:style w:type="paragraph" w:customStyle="1" w:styleId="xl64">
    <w:name w:val="xl64"/>
    <w:basedOn w:val="a"/>
    <w:rsid w:val="00191017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191017"/>
    <w:pPr>
      <w:spacing w:before="100" w:beforeAutospacing="1" w:after="100" w:afterAutospacing="1"/>
      <w:jc w:val="right"/>
    </w:pPr>
    <w:rPr>
      <w:rFonts w:eastAsia="Times New Roman"/>
      <w:szCs w:val="28"/>
      <w:lang w:eastAsia="ru-RU"/>
    </w:rPr>
  </w:style>
  <w:style w:type="paragraph" w:customStyle="1" w:styleId="xl66">
    <w:name w:val="xl66"/>
    <w:basedOn w:val="a"/>
    <w:rsid w:val="00191017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67">
    <w:name w:val="xl67"/>
    <w:basedOn w:val="a"/>
    <w:rsid w:val="00191017"/>
    <w:pPr>
      <w:pBdr>
        <w:bottom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68">
    <w:name w:val="xl68"/>
    <w:basedOn w:val="a"/>
    <w:rsid w:val="00191017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69">
    <w:name w:val="xl69"/>
    <w:basedOn w:val="a"/>
    <w:rsid w:val="001910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91017"/>
    <w:pP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1">
    <w:name w:val="xl71"/>
    <w:basedOn w:val="a"/>
    <w:rsid w:val="00191017"/>
    <w:pP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2">
    <w:name w:val="xl72"/>
    <w:basedOn w:val="a"/>
    <w:rsid w:val="00191017"/>
    <w:pP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3">
    <w:name w:val="xl73"/>
    <w:basedOn w:val="a"/>
    <w:rsid w:val="00191017"/>
    <w:pP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4">
    <w:name w:val="xl74"/>
    <w:basedOn w:val="a"/>
    <w:rsid w:val="00191017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5">
    <w:name w:val="xl75"/>
    <w:basedOn w:val="a"/>
    <w:rsid w:val="00191017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6">
    <w:name w:val="xl76"/>
    <w:basedOn w:val="a"/>
    <w:rsid w:val="00191017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7">
    <w:name w:val="xl77"/>
    <w:basedOn w:val="a"/>
    <w:rsid w:val="0019101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8">
    <w:name w:val="xl78"/>
    <w:basedOn w:val="a"/>
    <w:rsid w:val="001910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9">
    <w:name w:val="xl79"/>
    <w:basedOn w:val="a"/>
    <w:rsid w:val="001910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0">
    <w:name w:val="xl80"/>
    <w:basedOn w:val="a"/>
    <w:rsid w:val="0019101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1">
    <w:name w:val="xl81"/>
    <w:basedOn w:val="a"/>
    <w:rsid w:val="0019101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2">
    <w:name w:val="xl82"/>
    <w:basedOn w:val="a"/>
    <w:rsid w:val="0019101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3">
    <w:name w:val="xl83"/>
    <w:basedOn w:val="a"/>
    <w:rsid w:val="001910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4">
    <w:name w:val="xl84"/>
    <w:basedOn w:val="a"/>
    <w:rsid w:val="00191017"/>
    <w:pPr>
      <w:pBdr>
        <w:top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85">
    <w:name w:val="xl85"/>
    <w:basedOn w:val="a"/>
    <w:rsid w:val="00191017"/>
    <w:pPr>
      <w:spacing w:before="100" w:beforeAutospacing="1" w:after="100" w:afterAutospacing="1"/>
      <w:jc w:val="center"/>
    </w:pPr>
    <w:rPr>
      <w:rFonts w:eastAsia="Times New Roman"/>
      <w:szCs w:val="28"/>
      <w:lang w:eastAsia="ru-RU"/>
    </w:rPr>
  </w:style>
  <w:style w:type="paragraph" w:customStyle="1" w:styleId="xl86">
    <w:name w:val="xl86"/>
    <w:basedOn w:val="a"/>
    <w:rsid w:val="00191017"/>
    <w:pPr>
      <w:spacing w:before="100" w:beforeAutospacing="1" w:after="100" w:afterAutospacing="1"/>
    </w:pPr>
    <w:rPr>
      <w:rFonts w:eastAsia="Times New Roman"/>
      <w:sz w:val="20"/>
      <w:szCs w:val="20"/>
      <w:lang w:eastAsia="ru-RU"/>
    </w:rPr>
  </w:style>
  <w:style w:type="paragraph" w:customStyle="1" w:styleId="xl87">
    <w:name w:val="xl87"/>
    <w:basedOn w:val="a"/>
    <w:rsid w:val="00191017"/>
    <w:pPr>
      <w:spacing w:before="100" w:beforeAutospacing="1" w:after="100" w:afterAutospacing="1"/>
      <w:jc w:val="right"/>
    </w:pPr>
    <w:rPr>
      <w:rFonts w:eastAsia="Times New Roman"/>
      <w:sz w:val="20"/>
      <w:szCs w:val="20"/>
      <w:lang w:eastAsia="ru-RU"/>
    </w:rPr>
  </w:style>
  <w:style w:type="paragraph" w:customStyle="1" w:styleId="xl88">
    <w:name w:val="xl88"/>
    <w:basedOn w:val="a"/>
    <w:rsid w:val="00191017"/>
    <w:pP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89">
    <w:name w:val="xl89"/>
    <w:basedOn w:val="a"/>
    <w:rsid w:val="00191017"/>
    <w:pP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PlanningNormal.dotm</Template>
  <TotalTime>2</TotalTime>
  <Pages>29</Pages>
  <Words>8823</Words>
  <Characters>50293</Characters>
  <Application>Microsoft Office Word</Application>
  <DocSecurity>0</DocSecurity>
  <Lines>419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58999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</dc:creator>
  <cp:lastModifiedBy>Admin-PC</cp:lastModifiedBy>
  <cp:revision>5</cp:revision>
  <cp:lastPrinted>2020-03-10T09:44:00Z</cp:lastPrinted>
  <dcterms:created xsi:type="dcterms:W3CDTF">2020-09-23T12:51:00Z</dcterms:created>
  <dcterms:modified xsi:type="dcterms:W3CDTF">2020-09-28T08:00:00Z</dcterms:modified>
</cp:coreProperties>
</file>